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518F8">
        <w:rPr>
          <w:rFonts w:ascii="Arial" w:hAnsi="Arial" w:cs="Arial"/>
          <w:b/>
          <w:caps/>
          <w:sz w:val="28"/>
          <w:szCs w:val="28"/>
        </w:rPr>
        <w:t>1820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518F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518F8">
              <w:rPr>
                <w:rFonts w:ascii="Arial" w:hAnsi="Arial" w:cs="Arial"/>
                <w:sz w:val="20"/>
                <w:szCs w:val="20"/>
              </w:rPr>
              <w:t>Solicita providências urgentes visando à substituição de poste existente na altura do nº 264 da Rua Tatiana,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518F8" w:rsidRPr="001518F8">
        <w:rPr>
          <w:rFonts w:ascii="Arial" w:hAnsi="Arial" w:cs="Arial"/>
        </w:rPr>
        <w:t xml:space="preserve">à substituição de </w:t>
      </w:r>
      <w:r w:rsidR="001518F8">
        <w:rPr>
          <w:rFonts w:ascii="Arial" w:hAnsi="Arial" w:cs="Arial"/>
        </w:rPr>
        <w:t xml:space="preserve">um </w:t>
      </w:r>
      <w:r w:rsidR="001518F8" w:rsidRPr="001518F8">
        <w:rPr>
          <w:rFonts w:ascii="Arial" w:hAnsi="Arial" w:cs="Arial"/>
        </w:rPr>
        <w:t>poste existente na altura do nº 264 da Rua Tatiana, no Bairro Chácaras Reunidas Ygarapés.</w:t>
      </w:r>
    </w:p>
    <w:p w:rsidR="001518F8" w:rsidRDefault="001518F8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518F8">
        <w:rPr>
          <w:rFonts w:ascii="Arial" w:hAnsi="Arial" w:cs="Arial"/>
        </w:rPr>
        <w:t>De ac</w:t>
      </w:r>
      <w:r>
        <w:rPr>
          <w:rFonts w:ascii="Arial" w:hAnsi="Arial" w:cs="Arial"/>
        </w:rPr>
        <w:t>ordo com relatos dos munícipes e conforme ilustrado na foto anexa</w:t>
      </w:r>
      <w:r w:rsidRPr="001518F8">
        <w:rPr>
          <w:rFonts w:ascii="Arial" w:hAnsi="Arial" w:cs="Arial"/>
        </w:rPr>
        <w:t xml:space="preserve">, o poste está em péssimas condições, podendo </w:t>
      </w:r>
      <w:r>
        <w:rPr>
          <w:rFonts w:ascii="Arial" w:hAnsi="Arial" w:cs="Arial"/>
        </w:rPr>
        <w:t xml:space="preserve">cair </w:t>
      </w:r>
      <w:r w:rsidRPr="001518F8">
        <w:rPr>
          <w:rFonts w:ascii="Arial" w:hAnsi="Arial" w:cs="Arial"/>
        </w:rPr>
        <w:t>a qualquer momento.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  <w:bookmarkStart w:id="0" w:name="_GoBack"/>
      <w:bookmarkEnd w:id="0"/>
    </w:p>
    <w:p w:rsidR="001518F8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518F8">
        <w:rPr>
          <w:rFonts w:ascii="Arial" w:hAnsi="Arial" w:cs="Arial"/>
        </w:rPr>
        <w:t>15 de agosto de 2018.</w:t>
      </w:r>
    </w:p>
    <w:p w:rsidR="001518F8" w:rsidRDefault="001518F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518F8" w:rsidRDefault="001518F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518F8" w:rsidRDefault="001518F8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518F8" w:rsidRPr="00A34F2C" w:rsidRDefault="001518F8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1518F8" w:rsidRDefault="001518F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518F8" w:rsidRDefault="001518F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518F8" w:rsidRDefault="001518F8" w:rsidP="001518F8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12E48BF0">
            <wp:extent cx="5036820" cy="6720840"/>
            <wp:effectExtent l="0" t="0" r="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20" cy="672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18F8" w:rsidRPr="001518F8" w:rsidRDefault="001518F8" w:rsidP="001518F8">
      <w:pPr>
        <w:pStyle w:val="Pr-Fotos"/>
        <w:rPr>
          <w:i/>
        </w:rPr>
      </w:pPr>
      <w:r w:rsidRPr="001518F8">
        <w:rPr>
          <w:b/>
          <w:i/>
        </w:rPr>
        <w:t>FOTO:</w:t>
      </w:r>
      <w:r w:rsidRPr="001518F8">
        <w:rPr>
          <w:i/>
        </w:rPr>
        <w:t xml:space="preserve"> Poste existente na altura do nº 264 da Rua Tatiana, no Bairro Chácaras Reunidas Ygarapés.</w:t>
      </w:r>
    </w:p>
    <w:sectPr w:rsidR="001518F8" w:rsidRPr="001518F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EE3" w:rsidRDefault="00170EE3">
      <w:r>
        <w:separator/>
      </w:r>
    </w:p>
  </w:endnote>
  <w:endnote w:type="continuationSeparator" w:id="0">
    <w:p w:rsidR="00170EE3" w:rsidRDefault="00170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EE3" w:rsidRDefault="00170EE3">
      <w:r>
        <w:separator/>
      </w:r>
    </w:p>
  </w:footnote>
  <w:footnote w:type="continuationSeparator" w:id="0">
    <w:p w:rsidR="00170EE3" w:rsidRDefault="00170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518F8">
      <w:rPr>
        <w:rFonts w:ascii="Arial" w:hAnsi="Arial" w:cs="Arial"/>
        <w:b/>
        <w:sz w:val="20"/>
        <w:szCs w:val="20"/>
        <w:u w:val="single"/>
      </w:rPr>
      <w:t>1820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518F8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206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206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518F8"/>
    <w:rsid w:val="00170EE3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20662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853E4-6702-46A0-B70D-91EBFCEA0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130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2018-08-14T11:20:00Z</cp:lastPrinted>
  <dcterms:created xsi:type="dcterms:W3CDTF">2018-08-14T11:20:00Z</dcterms:created>
  <dcterms:modified xsi:type="dcterms:W3CDTF">2018-08-14T11:20:00Z</dcterms:modified>
</cp:coreProperties>
</file>